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39" w:rsidRDefault="00787E54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787E54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8784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787E54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VZ17_2022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Rozšíření ISKŘ a FM</w:t>
            </w:r>
          </w:p>
        </w:tc>
      </w:tr>
      <w:tr w:rsidR="00E8784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8784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87E54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8784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787E5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8784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87E5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8784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87E5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8784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787E54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8784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8784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8784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8784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8784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8784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8784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787E5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787E5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787E54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787E54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787E54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787E54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004B7">
        <w:rPr>
          <w:rFonts w:ascii="Arial" w:hAnsi="Arial" w:cs="Arial"/>
          <w:sz w:val="20"/>
          <w:szCs w:val="20"/>
        </w:rPr>
        <w:t>X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787E54" w:rsidRDefault="00787E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87E54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8784F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87E5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87E5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87E5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87E5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87E5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87E5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87E5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87E5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87E5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87E5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87E5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8784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87E5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8784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8784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87E5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87E5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787E54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787E5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787E5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87E54">
      <w:r>
        <w:separator/>
      </w:r>
    </w:p>
  </w:endnote>
  <w:endnote w:type="continuationSeparator" w:id="0">
    <w:p w:rsidR="00000000" w:rsidRDefault="0078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Default="00787E5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87E54">
      <w:r>
        <w:separator/>
      </w:r>
    </w:p>
  </w:footnote>
  <w:footnote w:type="continuationSeparator" w:id="0">
    <w:p w:rsidR="00000000" w:rsidRDefault="00787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787E5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44183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A26EF5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142AD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CE4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58E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9865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36F4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3419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DEB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2D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90C438C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E90F78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12442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3E90A85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DFC38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D6E4B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C6AF9F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E423C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3C269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2003E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D4A72A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C8C67F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4E2510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0A61E6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44CA1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F0092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62E1B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587B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7EE680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A3E22C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422043B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3A8F85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2E20CA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BD6839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DDCFEE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AACF65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30A0E9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0E2FC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DBABBD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B5D0A26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8406C6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3CE911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08AF1D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5BA97E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F700F0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48FA0ED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18C2B2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5FA33E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900371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7CFA01E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360523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8329B7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4FE7AB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3CE484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1206D8D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B9CED0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148EAF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472E67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0749A5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7A42F8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D2D00E9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4B20E1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C1A63A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3EE454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C4E4F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3C7264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03C4B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EFA494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BBA92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6584C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32C43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192BC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3A41B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AB62A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D0D5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F67B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F946F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BC29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C66C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EFA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C62D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B8F4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291C7E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E5CD5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93CE63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290D8D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14C197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274808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8B4ADD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824EEC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522D4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2CA4D6B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D89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ECB2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DEC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320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B43A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1AED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22A6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C8D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9447DD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728550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90B4BFC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DB94810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1FCC3C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3FCFFD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E1AF57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8EE856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68A12C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7D6A08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7B80DB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D08AA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97C81D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C4223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0B0D9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C2E94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C42D9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308B4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754C4DC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9C6ECB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CB04CCC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BC03ED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B62C54B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26442C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2E47D4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01E5E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0E64F0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4224EDC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B42A3F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F044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D0A7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840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229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070B7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D42DF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0EB7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3F782C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226B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7C43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481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482F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40E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B03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98B9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82A7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9C20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6C52D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A927A5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B9400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8CC9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4B862C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A60AE5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FBE648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11A58E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A1F485E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110B96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1560814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EE7EE9E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E54C12E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F52C94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338607E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75FEF7A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03A8AA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F7EA541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484F8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98FB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ACB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BE20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7894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9C6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4ECA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8C4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3965A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F050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5A5D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94C0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88AD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8CD3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5E57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56B2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EC26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620A0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14FC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2402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E4EC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8A5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988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05E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A2E7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5AF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666A60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3A84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8A4C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E5A6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727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BCF7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76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CC13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9EF6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B0069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28672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389A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003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C25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82C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56D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826A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6CD2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C805E9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1741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B6F6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EFA8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EB0A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C668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3E0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883A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2C5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DAFF5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C1A76F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67879E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5D088C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784982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E15C0B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1B62C95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75686A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2474C9E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7D84999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25EA40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23CA4D1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E8A2BF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552FBA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3F784C5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1FABDC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6802D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048B1E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48AE970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984278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A93CFA7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E4E0E65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45F89CA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1DCA437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A14C4B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F38E67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9C837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4BEE2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323A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B2C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F4C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85A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E0BD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E6CA7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E0E7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C021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87E54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8784F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11</TotalTime>
  <Pages>3</Pages>
  <Words>357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5</cp:revision>
  <cp:lastPrinted>2018-04-18T10:56:00Z</cp:lastPrinted>
  <dcterms:created xsi:type="dcterms:W3CDTF">2019-06-04T09:28:00Z</dcterms:created>
  <dcterms:modified xsi:type="dcterms:W3CDTF">2022-08-31T07:48:00Z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